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B83FF8" w:rsidR="006E5D65" w:rsidP="002D3375" w:rsidRDefault="00997F14" w14:paraId="188992CF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EC71B9" w:rsidR="00CD6897">
        <w:rPr>
          <w:rFonts w:ascii="Corbel" w:hAnsi="Corbel"/>
          <w:b/>
          <w:bCs/>
          <w:sz w:val="24"/>
          <w:szCs w:val="24"/>
        </w:rPr>
        <w:tab/>
      </w:r>
      <w:r w:rsidRPr="00B83FF8" w:rsidR="00D8678B">
        <w:rPr>
          <w:rFonts w:ascii="Corbel" w:hAnsi="Corbel"/>
          <w:bCs/>
          <w:i/>
          <w:sz w:val="16"/>
          <w:szCs w:val="16"/>
        </w:rPr>
        <w:t xml:space="preserve">Załącznik nr </w:t>
      </w:r>
      <w:r w:rsidRPr="00B83FF8" w:rsidR="006F31E2">
        <w:rPr>
          <w:rFonts w:ascii="Corbel" w:hAnsi="Corbel"/>
          <w:bCs/>
          <w:i/>
          <w:sz w:val="16"/>
          <w:szCs w:val="16"/>
        </w:rPr>
        <w:t>1.5</w:t>
      </w:r>
      <w:r w:rsidRPr="00B83FF8" w:rsidR="00D8678B">
        <w:rPr>
          <w:rFonts w:ascii="Corbel" w:hAnsi="Corbel"/>
          <w:bCs/>
          <w:i/>
          <w:sz w:val="16"/>
          <w:szCs w:val="16"/>
        </w:rPr>
        <w:t xml:space="preserve"> do Zarządzenia</w:t>
      </w:r>
      <w:r w:rsidRPr="00B83FF8" w:rsidR="002A22BF">
        <w:rPr>
          <w:rFonts w:ascii="Corbel" w:hAnsi="Corbel"/>
          <w:bCs/>
          <w:i/>
          <w:sz w:val="16"/>
          <w:szCs w:val="16"/>
        </w:rPr>
        <w:t xml:space="preserve"> Rektora UR </w:t>
      </w:r>
      <w:r w:rsidRPr="00B83FF8" w:rsidR="00CD6897">
        <w:rPr>
          <w:rFonts w:ascii="Corbel" w:hAnsi="Corbel"/>
          <w:bCs/>
          <w:i/>
          <w:sz w:val="16"/>
          <w:szCs w:val="16"/>
        </w:rPr>
        <w:t xml:space="preserve"> nr </w:t>
      </w:r>
      <w:r w:rsidRPr="00B83FF8" w:rsidR="00F17567">
        <w:rPr>
          <w:rFonts w:ascii="Corbel" w:hAnsi="Corbel"/>
          <w:bCs/>
          <w:i/>
          <w:sz w:val="16"/>
          <w:szCs w:val="16"/>
        </w:rPr>
        <w:t>12/2019</w:t>
      </w:r>
    </w:p>
    <w:p w:rsidRPr="00EC71B9" w:rsidR="0039324C" w:rsidP="0039324C" w:rsidRDefault="0039324C" w14:paraId="70D1C4FF" w14:textId="77777777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b/>
          <w:sz w:val="24"/>
          <w:szCs w:val="24"/>
        </w:rPr>
        <w:t>SYLABUS</w:t>
      </w:r>
    </w:p>
    <w:p w:rsidRPr="00EC71B9" w:rsidR="0039324C" w:rsidP="0039324C" w:rsidRDefault="0039324C" w14:paraId="3A7F5483" w14:textId="20429B90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>DOTYCZY CYKLU KSZTAŁCENIA  20</w:t>
      </w:r>
      <w:r w:rsidR="00741516">
        <w:rPr>
          <w:rFonts w:ascii="Corbel" w:hAnsi="Corbel" w:cstheme="majorBidi"/>
          <w:sz w:val="24"/>
          <w:szCs w:val="24"/>
        </w:rPr>
        <w:t>19</w:t>
      </w:r>
      <w:r w:rsidRPr="00EC71B9">
        <w:rPr>
          <w:rFonts w:ascii="Corbel" w:hAnsi="Corbel" w:cstheme="majorBidi"/>
          <w:sz w:val="24"/>
          <w:szCs w:val="24"/>
        </w:rPr>
        <w:t>-202</w:t>
      </w:r>
      <w:r w:rsidR="00741516">
        <w:rPr>
          <w:rFonts w:ascii="Corbel" w:hAnsi="Corbel" w:cstheme="majorBidi"/>
          <w:sz w:val="24"/>
          <w:szCs w:val="24"/>
        </w:rPr>
        <w:t>2</w:t>
      </w:r>
      <w:r w:rsidRPr="00EC71B9">
        <w:rPr>
          <w:rFonts w:ascii="Corbel" w:hAnsi="Corbel" w:cstheme="majorBidi"/>
          <w:sz w:val="24"/>
          <w:szCs w:val="24"/>
        </w:rPr>
        <w:t xml:space="preserve"> </w:t>
      </w:r>
    </w:p>
    <w:p w:rsidRPr="00EC71B9" w:rsidR="0039324C" w:rsidP="0039324C" w:rsidRDefault="0039324C" w14:paraId="41D9F264" w14:textId="227352C5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ab/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          </w:t>
      </w:r>
      <w:r w:rsidR="00401114">
        <w:rPr>
          <w:rFonts w:ascii="Corbel" w:hAnsi="Corbel" w:eastAsia="Times New Roman" w:cstheme="majorBidi"/>
          <w:sz w:val="24"/>
          <w:szCs w:val="24"/>
        </w:rPr>
        <w:t xml:space="preserve">           </w:t>
      </w:r>
      <w:r w:rsidR="003C2EB0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(skrajne daty) </w:t>
      </w:r>
    </w:p>
    <w:p w:rsidRPr="00EC71B9" w:rsidR="0039324C" w:rsidP="0039324C" w:rsidRDefault="0039324C" w14:paraId="6134C722" w14:textId="68470F60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>Rok akademicki  202</w:t>
      </w:r>
      <w:r w:rsidR="00741516">
        <w:rPr>
          <w:rFonts w:ascii="Corbel" w:hAnsi="Corbel" w:cstheme="majorBidi"/>
          <w:sz w:val="24"/>
          <w:szCs w:val="24"/>
        </w:rPr>
        <w:t>1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741516">
        <w:rPr>
          <w:rFonts w:ascii="Corbel" w:hAnsi="Corbel" w:cstheme="majorBidi"/>
          <w:sz w:val="24"/>
          <w:szCs w:val="24"/>
        </w:rPr>
        <w:t>2</w:t>
      </w:r>
    </w:p>
    <w:p w:rsidRPr="00EC71B9" w:rsidR="0085747A" w:rsidP="009C54AE" w:rsidRDefault="0085747A" w14:paraId="40C857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71B9" w:rsidR="0085747A" w:rsidP="009C54AE" w:rsidRDefault="0071620A" w14:paraId="60C8A57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Pr="00EC71B9" w:rsidR="0085747A">
        <w:rPr>
          <w:rFonts w:ascii="Corbel" w:hAnsi="Corbel"/>
          <w:szCs w:val="24"/>
        </w:rPr>
        <w:t xml:space="preserve">Podstawowe </w:t>
      </w:r>
      <w:r w:rsidRPr="00EC71B9" w:rsidR="00445970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Pr="00EC71B9" w:rsidR="0039324C" w:rsidTr="6C74EB94" w14:paraId="6DB1BF1C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C80B7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tcMar/>
            <w:vAlign w:val="center"/>
          </w:tcPr>
          <w:p w:rsidRPr="00401114" w:rsidR="0039324C" w:rsidP="0039324C" w:rsidRDefault="0039324C" w14:paraId="4104BC1F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401114">
              <w:rPr>
                <w:rFonts w:ascii="Corbel" w:hAnsi="Corbel" w:eastAsia="Times New Roman" w:cstheme="majorBidi"/>
                <w:sz w:val="24"/>
                <w:szCs w:val="24"/>
              </w:rPr>
              <w:t xml:space="preserve">Zwalczanie terroryzmu </w:t>
            </w:r>
          </w:p>
        </w:tc>
      </w:tr>
      <w:tr w:rsidRPr="00EC71B9" w:rsidR="0039324C" w:rsidTr="6C74EB94" w14:paraId="70142267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56FD8A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39324C" w14:paraId="57C307EE" w14:textId="77777777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Pr="00EC71B9" w:rsidR="0039324C" w:rsidTr="6C74EB94" w14:paraId="340373AE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4F78CDA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39324C" w14:paraId="6876E386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Pr="00EC71B9" w:rsidR="00421EBD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Pr="00EC71B9" w:rsidR="0039324C" w:rsidTr="6C74EB94" w14:paraId="59845585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379B8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630D67" w14:paraId="6FA9A0A2" w14:textId="679FF1F9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Kolegium Nauk Społecznych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 </w:t>
            </w:r>
          </w:p>
        </w:tc>
      </w:tr>
      <w:tr w:rsidRPr="00EC71B9" w:rsidR="0039324C" w:rsidTr="6C74EB94" w14:paraId="09554952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44D1B4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3BF6E252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Pr="00EC71B9" w:rsidR="0039324C" w:rsidTr="6C74EB94" w14:paraId="77311760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27EA86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Mar/>
          </w:tcPr>
          <w:p w:rsidRPr="00EC71B9" w:rsidR="0039324C" w:rsidP="00401114" w:rsidRDefault="00401114" w14:paraId="6B49543A" w14:textId="38A155F5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 xml:space="preserve">Studia I stopnia </w:t>
            </w:r>
          </w:p>
        </w:tc>
      </w:tr>
      <w:tr w:rsidRPr="00EC71B9" w:rsidR="0039324C" w:rsidTr="6C74EB94" w14:paraId="2885D4F0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315AA3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7D470488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Pra</w:t>
            </w:r>
            <w:bookmarkStart w:name="_GoBack" w:id="0"/>
            <w:bookmarkEnd w:id="0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ktyczny </w:t>
            </w:r>
          </w:p>
        </w:tc>
      </w:tr>
      <w:tr w:rsidRPr="00EC71B9" w:rsidR="0039324C" w:rsidTr="6C74EB94" w14:paraId="4E1E499A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3146B4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401114" w14:paraId="008D7716" w14:textId="5648AE23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>S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tacjonarne </w:t>
            </w:r>
          </w:p>
        </w:tc>
      </w:tr>
      <w:tr w:rsidRPr="00EC71B9" w:rsidR="0039324C" w:rsidTr="6C74EB94" w14:paraId="6749351D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7AFA85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77D2A678" w14:textId="72B2FA09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Pr="00EC71B9" w:rsidR="0039324C" w:rsidTr="6C74EB94" w14:paraId="5F66FEA9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7E878C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Mar/>
          </w:tcPr>
          <w:p w:rsidRPr="00EC71B9" w:rsidR="0039324C" w:rsidP="0039324C" w:rsidRDefault="00401114" w14:paraId="3127D018" w14:textId="1FF22090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eastAsia="Times New Roman" w:cstheme="majorBidi"/>
                <w:sz w:val="24"/>
                <w:szCs w:val="24"/>
              </w:rPr>
              <w:t>Przedmiot kierunkowy</w:t>
            </w:r>
          </w:p>
        </w:tc>
      </w:tr>
      <w:tr w:rsidRPr="00EC71B9" w:rsidR="0039324C" w:rsidTr="6C74EB94" w14:paraId="518CB5D9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0D4480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0039324C" w:rsidRDefault="00401114" w14:paraId="17FC9FD7" w14:textId="44375E4E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Pr="00EC71B9" w:rsidR="0039324C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Pr="00EC71B9" w:rsidR="0039324C" w:rsidTr="6C74EB94" w14:paraId="770A702D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1E292F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Mar/>
          </w:tcPr>
          <w:p w:rsidRPr="00EC71B9" w:rsidR="0039324C" w:rsidP="0039324C" w:rsidRDefault="0039324C" w14:paraId="2D06C042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Dr Maciej Milczanowski </w:t>
            </w:r>
          </w:p>
        </w:tc>
      </w:tr>
      <w:tr w:rsidRPr="00EC71B9" w:rsidR="0039324C" w:rsidTr="6C74EB94" w14:paraId="02AEF3C8" w14:textId="77777777">
        <w:tc>
          <w:tcPr>
            <w:tcW w:w="2694" w:type="dxa"/>
            <w:tcMar/>
            <w:vAlign w:val="center"/>
          </w:tcPr>
          <w:p w:rsidRPr="00EC71B9" w:rsidR="0039324C" w:rsidP="0039324C" w:rsidRDefault="0039324C" w14:paraId="667E64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Mar/>
            <w:vAlign w:val="center"/>
          </w:tcPr>
          <w:p w:rsidRPr="00EC71B9" w:rsidR="0039324C" w:rsidP="6C74EB94" w:rsidRDefault="0039324C" w14:paraId="19D45AE0" w14:textId="437BCF61">
            <w:pPr>
              <w:ind w:left="2"/>
              <w:rPr>
                <w:rFonts w:ascii="Corbel" w:hAnsi="Corbel" w:cs="Times New Roman" w:cstheme="majorBidi"/>
                <w:sz w:val="24"/>
                <w:szCs w:val="24"/>
              </w:rPr>
            </w:pPr>
            <w:r w:rsidRPr="6C74EB94" w:rsidR="56604A08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Dr </w:t>
            </w:r>
            <w:r w:rsidRPr="6C74EB94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Maciej Milczanowski, </w:t>
            </w:r>
            <w:r w:rsidRPr="6C74EB94" w:rsidR="15A91BCF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dr </w:t>
            </w:r>
            <w:r w:rsidRPr="6C74EB94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Arkadiusz </w:t>
            </w:r>
            <w:r w:rsidRPr="6C74EB94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>Machniak</w:t>
            </w:r>
            <w:r w:rsidRPr="6C74EB94" w:rsidR="0039324C">
              <w:rPr>
                <w:rFonts w:ascii="Corbel" w:hAnsi="Corbel" w:eastAsia="Times New Roman" w:cs="Times New Roman" w:cstheme="majorBidi"/>
                <w:sz w:val="24"/>
                <w:szCs w:val="24"/>
              </w:rPr>
              <w:t xml:space="preserve"> </w:t>
            </w:r>
          </w:p>
        </w:tc>
      </w:tr>
    </w:tbl>
    <w:p w:rsidRPr="00EC71B9" w:rsidR="0085747A" w:rsidP="009C54AE" w:rsidRDefault="0085747A" w14:paraId="0CCB002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Pr="00EC71B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C71B9" w:rsidR="00B90885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C71B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C71B9" w:rsidR="00923D7D" w:rsidP="009C54AE" w:rsidRDefault="00923D7D" w14:paraId="62D25A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C71B9" w:rsidR="0085747A" w:rsidP="009C54AE" w:rsidRDefault="0085747A" w14:paraId="3AE79C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Pr="00EC71B9" w:rsidR="00E22FBC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C71B9" w:rsidR="00923D7D" w:rsidP="009C54AE" w:rsidRDefault="00923D7D" w14:paraId="626D2A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C71B9" w:rsidR="00015B8F" w:rsidTr="00EC71B9" w14:paraId="4F898A4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71B9" w:rsidR="00015B8F" w:rsidP="009C54AE" w:rsidRDefault="00015B8F" w14:paraId="1110F8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:rsidRPr="00EC71B9" w:rsidR="00015B8F" w:rsidP="009C54AE" w:rsidRDefault="002B5EA0" w14:paraId="5329B9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Pr="00EC71B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02C68E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Wykł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165E48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3A220B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Konw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4730EF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3B6957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Sem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534F05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198449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Prakt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0304D2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71B9" w:rsidR="00015B8F" w:rsidP="009C54AE" w:rsidRDefault="00015B8F" w14:paraId="6B0C3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Pr="00EC71B9" w:rsidR="00B90885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C71B9" w:rsidR="00015B8F" w:rsidTr="00EC71B9" w14:paraId="073721D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71B9" w:rsidR="00015B8F" w:rsidP="009C54AE" w:rsidRDefault="0039324C" w14:paraId="6A8A38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39324C" w14:paraId="53A78D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</w:t>
            </w:r>
            <w:r w:rsidRPr="00EC71B9" w:rsidR="00A068A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630D67" w:rsidRDefault="00630D67" w14:paraId="5DEB5384" w14:textId="5B5B1A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7EFD2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367534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496116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CB16A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2D50CD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015B8F" w14:paraId="0FE8AF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71B9" w:rsidR="00015B8F" w:rsidP="009C54AE" w:rsidRDefault="0039324C" w14:paraId="6CA168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EC71B9" w:rsidR="00923D7D" w:rsidP="009C54AE" w:rsidRDefault="00923D7D" w14:paraId="782D06F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C71B9" w:rsidR="00923D7D" w:rsidP="009C54AE" w:rsidRDefault="00923D7D" w14:paraId="727138D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C71B9" w:rsidR="0085747A" w:rsidP="00F83B28" w:rsidRDefault="0085747A" w14:paraId="7C9DE3A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Pr="00EC71B9" w:rsidR="00E22FBC">
        <w:rPr>
          <w:rFonts w:ascii="Corbel" w:hAnsi="Corbel"/>
          <w:smallCaps w:val="0"/>
          <w:szCs w:val="24"/>
        </w:rPr>
        <w:t>2</w:t>
      </w:r>
      <w:r w:rsidRPr="00EC71B9" w:rsidR="00F83B28">
        <w:rPr>
          <w:rFonts w:ascii="Corbel" w:hAnsi="Corbel"/>
          <w:smallCaps w:val="0"/>
          <w:szCs w:val="24"/>
        </w:rPr>
        <w:t>.</w:t>
      </w:r>
      <w:r w:rsidRPr="00EC71B9" w:rsidR="00F83B28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:rsidRPr="00EC71B9" w:rsidR="0085747A" w:rsidP="00F83B28" w:rsidRDefault="00401114" w14:paraId="5034226A" w14:textId="78C0A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D846C98">
              <v:line id="Łącznik prosty 2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37.5pt,5.2pt" to="43.5pt,11.8pt" w14:anchorId="1EB10D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"/>
            </w:pict>
          </mc:Fallback>
        </mc:AlternateContent>
      </w:r>
      <w:r>
        <w:rPr>
          <w:rFonts w:ascii="Segoe UI Symbol" w:hAnsi="Segoe UI Symbol" w:eastAsia="MS Gothic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E7024CF">
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36.3pt,5.8pt" to="43.5pt,12.4pt" w14:anchorId="5EC08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"/>
            </w:pict>
          </mc:Fallback>
        </mc:AlternateContent>
      </w:r>
      <w:r w:rsidRPr="00EC71B9">
        <w:rPr>
          <w:rFonts w:ascii="Segoe UI Symbol" w:hAnsi="Segoe UI Symbol" w:eastAsia="MS Gothic" w:cs="Segoe UI Symbol"/>
          <w:b w:val="0"/>
          <w:szCs w:val="24"/>
        </w:rPr>
        <w:t>☐</w:t>
      </w:r>
      <w:r w:rsidRPr="00EC71B9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EC71B9" w:rsidR="0039324C">
        <w:rPr>
          <w:rFonts w:ascii="Corbel" w:hAnsi="Corbel"/>
          <w:b w:val="0"/>
          <w:smallCaps w:val="0"/>
          <w:szCs w:val="24"/>
        </w:rPr>
        <w:t>z</w:t>
      </w:r>
      <w:r w:rsidRPr="00EC71B9" w:rsidR="0085747A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Pr="00EC71B9" w:rsidR="0085747A" w:rsidP="00F83B28" w:rsidRDefault="0085747A" w14:paraId="7B1909C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hAnsi="Segoe UI Symbol" w:eastAsia="MS Gothic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C71B9" w:rsidR="0085747A" w:rsidP="009C54AE" w:rsidRDefault="0085747A" w14:paraId="0A983B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83FF8" w:rsidR="009C54AE" w:rsidP="00B83FF8" w:rsidRDefault="00E22FBC" w14:paraId="446C5104" w14:textId="06283D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lastRenderedPageBreak/>
        <w:t xml:space="preserve">1.3 </w:t>
      </w:r>
      <w:r w:rsidRPr="00EC71B9" w:rsidR="00F83B28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Pr="00EC71B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Pr="00EC71B9" w:rsidR="00E960BB" w:rsidP="009C54AE" w:rsidRDefault="00E960BB" w14:paraId="0A6CDA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E960BB" w:rsidP="009C54AE" w:rsidRDefault="0085747A" w14:paraId="0CF9B98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745302" w14:paraId="6CE78470" w14:textId="77777777">
        <w:tc>
          <w:tcPr>
            <w:tcW w:w="9670" w:type="dxa"/>
          </w:tcPr>
          <w:p w:rsidRPr="00401114" w:rsidR="0085747A" w:rsidP="00401114" w:rsidRDefault="0039324C" w14:paraId="634F1BB9" w14:textId="2A6A5C63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:rsidRPr="00EC71B9" w:rsidR="00153C41" w:rsidP="009C54AE" w:rsidRDefault="00153C41" w14:paraId="08D09C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71B9" w:rsidR="0085747A" w:rsidP="009C54AE" w:rsidRDefault="0071620A" w14:paraId="4617402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Pr="00EC71B9" w:rsidR="0085747A">
        <w:rPr>
          <w:rFonts w:ascii="Corbel" w:hAnsi="Corbel"/>
          <w:szCs w:val="24"/>
        </w:rPr>
        <w:t xml:space="preserve"> </w:t>
      </w:r>
      <w:r w:rsidRPr="00EC71B9" w:rsidR="00A84C85">
        <w:rPr>
          <w:rFonts w:ascii="Corbel" w:hAnsi="Corbel"/>
          <w:szCs w:val="24"/>
        </w:rPr>
        <w:t>cele, efekty uczenia się</w:t>
      </w:r>
      <w:r w:rsidRPr="00EC71B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C71B9" w:rsidR="0085747A" w:rsidP="009C54AE" w:rsidRDefault="0085747A" w14:paraId="050632C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71B9" w:rsidR="0085747A" w:rsidP="009C54AE" w:rsidRDefault="0071620A" w14:paraId="59D6BEC1" w14:textId="77777777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Pr="00EC71B9" w:rsidR="00C05F44">
        <w:rPr>
          <w:rFonts w:ascii="Corbel" w:hAnsi="Corbel"/>
          <w:sz w:val="24"/>
          <w:szCs w:val="24"/>
        </w:rPr>
        <w:t>Cele przedmiotu</w:t>
      </w:r>
    </w:p>
    <w:p w:rsidRPr="00EC71B9" w:rsidR="00F83B28" w:rsidP="009C54AE" w:rsidRDefault="00F83B28" w14:paraId="1E60D0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C71B9" w:rsidR="0039324C" w:rsidTr="0039324C" w14:paraId="5A1A5354" w14:textId="77777777">
        <w:tc>
          <w:tcPr>
            <w:tcW w:w="845" w:type="dxa"/>
            <w:vAlign w:val="center"/>
          </w:tcPr>
          <w:p w:rsidRPr="00EC71B9" w:rsidR="0039324C" w:rsidP="0039324C" w:rsidRDefault="0039324C" w14:paraId="0326B9B0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:rsidRPr="00EC71B9" w:rsidR="0039324C" w:rsidP="0039324C" w:rsidRDefault="0039324C" w14:paraId="7FAE3AFF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Pr="00EC71B9" w:rsidR="0039324C" w:rsidTr="0039324C" w14:paraId="4AFA789F" w14:textId="77777777">
        <w:tc>
          <w:tcPr>
            <w:tcW w:w="845" w:type="dxa"/>
            <w:vAlign w:val="center"/>
          </w:tcPr>
          <w:p w:rsidRPr="00EC71B9" w:rsidR="0039324C" w:rsidP="0039324C" w:rsidRDefault="0039324C" w14:paraId="3EFBB6AD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:rsidRPr="00EC71B9" w:rsidR="0039324C" w:rsidP="0039324C" w:rsidRDefault="0039324C" w14:paraId="599BD9AC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Pr="00EC71B9" w:rsidR="0039324C" w:rsidTr="0039324C" w14:paraId="21412725" w14:textId="77777777">
        <w:tc>
          <w:tcPr>
            <w:tcW w:w="845" w:type="dxa"/>
            <w:vAlign w:val="center"/>
          </w:tcPr>
          <w:p w:rsidRPr="00EC71B9" w:rsidR="0039324C" w:rsidP="0039324C" w:rsidRDefault="0039324C" w14:paraId="05F23D23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Pr="00EC71B9" w:rsidR="0039324C" w:rsidP="0039324C" w:rsidRDefault="0039324C" w14:paraId="3920253B" w14:textId="77777777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:rsidRPr="00EC71B9" w:rsidR="0085747A" w:rsidP="009C54AE" w:rsidRDefault="0085747A" w14:paraId="5B8780B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C71B9" w:rsidR="001D7B54" w:rsidP="009C54AE" w:rsidRDefault="009F4610" w14:paraId="786106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Pr="00EC71B9" w:rsidR="001D7B54">
        <w:rPr>
          <w:rFonts w:ascii="Corbel" w:hAnsi="Corbel"/>
          <w:b/>
          <w:sz w:val="24"/>
          <w:szCs w:val="24"/>
        </w:rPr>
        <w:t xml:space="preserve">Efekty </w:t>
      </w:r>
      <w:r w:rsidRPr="00EC71B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C71B9" w:rsidR="001D7B54">
        <w:rPr>
          <w:rFonts w:ascii="Corbel" w:hAnsi="Corbel"/>
          <w:b/>
          <w:sz w:val="24"/>
          <w:szCs w:val="24"/>
        </w:rPr>
        <w:t>dla przedmiotu</w:t>
      </w:r>
      <w:r w:rsidRPr="00EC71B9" w:rsidR="00445970">
        <w:rPr>
          <w:rFonts w:ascii="Corbel" w:hAnsi="Corbel"/>
          <w:sz w:val="24"/>
          <w:szCs w:val="24"/>
        </w:rPr>
        <w:t xml:space="preserve"> </w:t>
      </w:r>
    </w:p>
    <w:p w:rsidRPr="00EC71B9" w:rsidR="001D7B54" w:rsidP="009C54AE" w:rsidRDefault="001D7B54" w14:paraId="3D4BF4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C71B9" w:rsidR="0085747A" w:rsidTr="0039324C" w14:paraId="2C43388E" w14:textId="77777777">
        <w:tc>
          <w:tcPr>
            <w:tcW w:w="1681" w:type="dxa"/>
            <w:vAlign w:val="center"/>
          </w:tcPr>
          <w:p w:rsidRPr="00EC71B9" w:rsidR="0085747A" w:rsidP="009C54AE" w:rsidRDefault="0085747A" w14:paraId="25E222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Pr="00EC71B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C71B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C71B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EC71B9" w:rsidR="0085747A" w:rsidP="00C05F44" w:rsidRDefault="0085747A" w14:paraId="6F61F4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C71B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C71B9" w:rsidR="0085747A" w:rsidP="00C05F44" w:rsidRDefault="0085747A" w14:paraId="1BF175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71B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C71B9" w:rsidR="0039324C" w:rsidTr="0039324C" w14:paraId="29CF8794" w14:textId="77777777">
        <w:tc>
          <w:tcPr>
            <w:tcW w:w="1681" w:type="dxa"/>
          </w:tcPr>
          <w:p w:rsidRPr="00EC71B9" w:rsidR="0039324C" w:rsidP="0039324C" w:rsidRDefault="0039324C" w14:paraId="29DD754E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:rsidRPr="00EC71B9" w:rsidR="0039324C" w:rsidP="00B83FF8" w:rsidRDefault="0039324C" w14:paraId="2FEA0362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Identyfikuje zagrożenia bezpieczeństwa w skali lokalnej, regionalnej, narodowej i globalnej </w:t>
            </w:r>
          </w:p>
        </w:tc>
        <w:tc>
          <w:tcPr>
            <w:tcW w:w="1865" w:type="dxa"/>
          </w:tcPr>
          <w:p w:rsidRPr="00EC71B9" w:rsidR="0039324C" w:rsidP="0039324C" w:rsidRDefault="00372A94" w14:paraId="3F909C78" w14:textId="77777777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W09 </w:t>
            </w:r>
          </w:p>
        </w:tc>
      </w:tr>
      <w:tr w:rsidRPr="00EC71B9" w:rsidR="0039324C" w:rsidTr="0039324C" w14:paraId="2CB59FBA" w14:textId="77777777">
        <w:tc>
          <w:tcPr>
            <w:tcW w:w="1681" w:type="dxa"/>
          </w:tcPr>
          <w:p w:rsidRPr="00EC71B9" w:rsidR="0039324C" w:rsidP="0039324C" w:rsidRDefault="0039324C" w14:paraId="19910665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:rsidRPr="00EC71B9" w:rsidR="0039324C" w:rsidP="00B83FF8" w:rsidRDefault="0039324C" w14:paraId="6BAF0B0F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Zna istotę bezpieczeństwa w skali globalnej, regionalnej i lokalnej </w:t>
            </w:r>
          </w:p>
        </w:tc>
        <w:tc>
          <w:tcPr>
            <w:tcW w:w="1865" w:type="dxa"/>
          </w:tcPr>
          <w:p w:rsidRPr="00EC71B9" w:rsidR="0039324C" w:rsidP="0039324C" w:rsidRDefault="00372A94" w14:paraId="35482B65" w14:textId="77777777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W10 </w:t>
            </w:r>
          </w:p>
        </w:tc>
      </w:tr>
      <w:tr w:rsidRPr="00EC71B9" w:rsidR="0039324C" w:rsidTr="0039324C" w14:paraId="321FC12D" w14:textId="77777777">
        <w:tc>
          <w:tcPr>
            <w:tcW w:w="1681" w:type="dxa"/>
          </w:tcPr>
          <w:p w:rsidRPr="00EC71B9" w:rsidR="0039324C" w:rsidP="0039324C" w:rsidRDefault="0039324C" w14:paraId="4EBD7AD6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:rsidRPr="00EC71B9" w:rsidR="0039324C" w:rsidP="00B83FF8" w:rsidRDefault="0039324C" w14:paraId="561E3C88" w14:textId="77777777">
            <w:pPr>
              <w:spacing w:line="273" w:lineRule="auto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Potrafi wyjaśnić i porządkować relacje zachodzące między podmiotami, strukturami oraz procesami </w:t>
            </w:r>
          </w:p>
          <w:p w:rsidRPr="00EC71B9" w:rsidR="0039324C" w:rsidP="00B83FF8" w:rsidRDefault="0039324C" w14:paraId="6105109C" w14:textId="77777777">
            <w:pPr>
              <w:spacing w:after="65"/>
              <w:ind w:right="55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determinującymi bezpieczeństwo wewnętrzne, </w:t>
            </w:r>
          </w:p>
          <w:p w:rsidRPr="00EC71B9" w:rsidR="0039324C" w:rsidP="00B83FF8" w:rsidRDefault="0039324C" w14:paraId="1A5B1D65" w14:textId="77777777">
            <w:pPr>
              <w:ind w:right="57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narodowe i międzynarodowe </w:t>
            </w:r>
          </w:p>
        </w:tc>
        <w:tc>
          <w:tcPr>
            <w:tcW w:w="1865" w:type="dxa"/>
          </w:tcPr>
          <w:p w:rsidRPr="00EC71B9" w:rsidR="0039324C" w:rsidP="0039324C" w:rsidRDefault="00372A94" w14:paraId="348374AC" w14:textId="77777777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U10 </w:t>
            </w:r>
          </w:p>
        </w:tc>
      </w:tr>
      <w:tr w:rsidRPr="00EC71B9" w:rsidR="0039324C" w:rsidTr="0039324C" w14:paraId="39BDA5F6" w14:textId="77777777">
        <w:tc>
          <w:tcPr>
            <w:tcW w:w="1681" w:type="dxa"/>
          </w:tcPr>
          <w:p w:rsidRPr="00EC71B9" w:rsidR="0039324C" w:rsidP="0039324C" w:rsidRDefault="0039324C" w14:paraId="0742BB42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:rsidRPr="00EC71B9" w:rsidR="0039324C" w:rsidP="00B83FF8" w:rsidRDefault="0039324C" w14:paraId="261699A3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Potrafi zorganizować ochronę obiektów istotnych z punktu widzenia bezpieczeństwa </w:t>
            </w:r>
          </w:p>
        </w:tc>
        <w:tc>
          <w:tcPr>
            <w:tcW w:w="1865" w:type="dxa"/>
          </w:tcPr>
          <w:p w:rsidRPr="00EC71B9" w:rsidR="0039324C" w:rsidP="0039324C" w:rsidRDefault="00372A94" w14:paraId="4C10C0B4" w14:textId="77777777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U13 </w:t>
            </w:r>
          </w:p>
        </w:tc>
      </w:tr>
      <w:tr w:rsidRPr="00EC71B9" w:rsidR="0039324C" w:rsidTr="0094245D" w14:paraId="4AF3ED3C" w14:textId="77777777">
        <w:tc>
          <w:tcPr>
            <w:tcW w:w="1681" w:type="dxa"/>
          </w:tcPr>
          <w:p w:rsidRPr="00EC71B9" w:rsidR="0039324C" w:rsidP="0094245D" w:rsidRDefault="0039324C" w14:paraId="3B94AFC6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:rsidRPr="00EC71B9" w:rsidR="0039324C" w:rsidP="00B83FF8" w:rsidRDefault="0039324C" w14:paraId="52281DDD" w14:textId="77777777">
            <w:pPr>
              <w:spacing w:after="49" w:line="273" w:lineRule="auto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Jest przygotowany do uczestnictwa w projektach i organizacjach społecznych w zakresie współczesnych </w:t>
            </w:r>
          </w:p>
          <w:p w:rsidRPr="00EC71B9" w:rsidR="0039324C" w:rsidP="00B83FF8" w:rsidRDefault="0039324C" w14:paraId="680E8671" w14:textId="77777777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aspektów bezpieczeństwa </w:t>
            </w:r>
          </w:p>
        </w:tc>
        <w:tc>
          <w:tcPr>
            <w:tcW w:w="1865" w:type="dxa"/>
          </w:tcPr>
          <w:p w:rsidRPr="00EC71B9" w:rsidR="0039324C" w:rsidP="0094245D" w:rsidRDefault="00372A94" w14:paraId="1048911E" w14:textId="77777777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K03 </w:t>
            </w:r>
          </w:p>
        </w:tc>
      </w:tr>
      <w:tr w:rsidRPr="00EC71B9" w:rsidR="0039324C" w:rsidTr="0039324C" w14:paraId="5688EF69" w14:textId="77777777">
        <w:tc>
          <w:tcPr>
            <w:tcW w:w="1681" w:type="dxa"/>
          </w:tcPr>
          <w:p w:rsidRPr="00EC71B9" w:rsidR="0039324C" w:rsidP="0039324C" w:rsidRDefault="0039324C" w14:paraId="0AE0FFA0" w14:textId="77777777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lastRenderedPageBreak/>
              <w:t xml:space="preserve">EK_06 </w:t>
            </w:r>
          </w:p>
        </w:tc>
        <w:tc>
          <w:tcPr>
            <w:tcW w:w="5974" w:type="dxa"/>
          </w:tcPr>
          <w:p w:rsidRPr="00EC71B9" w:rsidR="0039324C" w:rsidP="00B83FF8" w:rsidRDefault="0039324C" w14:paraId="74BB550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Ma świadomość konieczności stałego i samodzielnego uaktualniania wiedzy </w:t>
            </w:r>
          </w:p>
        </w:tc>
        <w:tc>
          <w:tcPr>
            <w:tcW w:w="1865" w:type="dxa"/>
          </w:tcPr>
          <w:p w:rsidRPr="00EC71B9" w:rsidR="0039324C" w:rsidP="0039324C" w:rsidRDefault="00372A94" w14:paraId="51B98DFC" w14:textId="77777777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K_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K06 </w:t>
            </w:r>
          </w:p>
        </w:tc>
      </w:tr>
    </w:tbl>
    <w:p w:rsidRPr="00EC71B9" w:rsidR="0085747A" w:rsidP="009C54AE" w:rsidRDefault="0085747A" w14:paraId="5E557A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85747A" w:rsidP="009C54AE" w:rsidRDefault="00675843" w14:paraId="10471F1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>3.3</w:t>
      </w:r>
      <w:r w:rsidRPr="00EC71B9" w:rsidR="001D7B54">
        <w:rPr>
          <w:rFonts w:ascii="Corbel" w:hAnsi="Corbel"/>
          <w:b/>
          <w:sz w:val="24"/>
          <w:szCs w:val="24"/>
        </w:rPr>
        <w:t xml:space="preserve"> </w:t>
      </w:r>
      <w:r w:rsidRPr="00EC71B9" w:rsidR="0085747A">
        <w:rPr>
          <w:rFonts w:ascii="Corbel" w:hAnsi="Corbel"/>
          <w:b/>
          <w:sz w:val="24"/>
          <w:szCs w:val="24"/>
        </w:rPr>
        <w:t>T</w:t>
      </w:r>
      <w:r w:rsidRPr="00EC71B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C71B9" w:rsidR="007327BD">
        <w:rPr>
          <w:rFonts w:ascii="Corbel" w:hAnsi="Corbel"/>
          <w:sz w:val="24"/>
          <w:szCs w:val="24"/>
        </w:rPr>
        <w:t xml:space="preserve">  </w:t>
      </w:r>
    </w:p>
    <w:p w:rsidRPr="00EC71B9" w:rsidR="0085747A" w:rsidP="009C54AE" w:rsidRDefault="0085747A" w14:paraId="1380674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p w:rsidRPr="00EC71B9" w:rsidR="00675843" w:rsidP="009C54AE" w:rsidRDefault="00675843" w14:paraId="400627C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39324C" w14:paraId="27E21B81" w14:textId="77777777">
        <w:tc>
          <w:tcPr>
            <w:tcW w:w="9520" w:type="dxa"/>
          </w:tcPr>
          <w:p w:rsidRPr="00EC71B9" w:rsidR="0085747A" w:rsidP="009C54AE" w:rsidRDefault="0085747A" w14:paraId="47306D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71B9" w:rsidR="0039324C" w:rsidTr="0039324C" w14:paraId="1D9BF12A" w14:textId="77777777">
        <w:tc>
          <w:tcPr>
            <w:tcW w:w="9520" w:type="dxa"/>
          </w:tcPr>
          <w:p w:rsidRPr="00EC71B9" w:rsidR="0039324C" w:rsidP="0039324C" w:rsidRDefault="0039324C" w14:paraId="2845ECD8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Zajęcia organizacyjne </w:t>
            </w:r>
          </w:p>
        </w:tc>
      </w:tr>
      <w:tr w:rsidRPr="00EC71B9" w:rsidR="0039324C" w:rsidTr="0039324C" w14:paraId="7309527E" w14:textId="77777777">
        <w:tc>
          <w:tcPr>
            <w:tcW w:w="9520" w:type="dxa"/>
          </w:tcPr>
          <w:p w:rsidRPr="00EC71B9" w:rsidR="0039324C" w:rsidP="0039324C" w:rsidRDefault="0039324C" w14:paraId="027F91CF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Strategie działalności terrorystycznej</w:t>
            </w:r>
          </w:p>
        </w:tc>
      </w:tr>
      <w:tr w:rsidRPr="00EC71B9" w:rsidR="0039324C" w:rsidTr="0039324C" w14:paraId="0EEF4DC7" w14:textId="77777777">
        <w:tc>
          <w:tcPr>
            <w:tcW w:w="9520" w:type="dxa"/>
          </w:tcPr>
          <w:p w:rsidRPr="00EC71B9" w:rsidR="0039324C" w:rsidP="0039324C" w:rsidRDefault="0039324C" w14:paraId="47AE90A1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Pr="00EC71B9" w:rsidR="0039324C" w:rsidTr="0039324C" w14:paraId="22E8F3CD" w14:textId="77777777">
        <w:tc>
          <w:tcPr>
            <w:tcW w:w="9520" w:type="dxa"/>
          </w:tcPr>
          <w:p w:rsidRPr="00EC71B9" w:rsidR="0039324C" w:rsidP="0039324C" w:rsidRDefault="0039324C" w14:paraId="0D87843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Finansowanie terroryzmu.</w:t>
            </w:r>
          </w:p>
        </w:tc>
      </w:tr>
      <w:tr w:rsidRPr="00EC71B9" w:rsidR="0039324C" w:rsidTr="0039324C" w14:paraId="1DFE7C41" w14:textId="77777777">
        <w:tc>
          <w:tcPr>
            <w:tcW w:w="9520" w:type="dxa"/>
          </w:tcPr>
          <w:p w:rsidRPr="00EC71B9" w:rsidR="0039324C" w:rsidP="0039324C" w:rsidRDefault="0039324C" w14:paraId="5DDDB891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Jihad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Pr="00EC71B9" w:rsidR="0039324C" w:rsidTr="0039324C" w14:paraId="38F4118E" w14:textId="77777777">
        <w:tc>
          <w:tcPr>
            <w:tcW w:w="9520" w:type="dxa"/>
          </w:tcPr>
          <w:p w:rsidRPr="00EC71B9" w:rsidR="0039324C" w:rsidP="0039324C" w:rsidRDefault="0039324C" w14:paraId="46F17A7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Cyberterroryzm. </w:t>
            </w:r>
          </w:p>
        </w:tc>
      </w:tr>
      <w:tr w:rsidRPr="00EC71B9" w:rsidR="0039324C" w:rsidTr="0039324C" w14:paraId="1D24ADF4" w14:textId="77777777">
        <w:tc>
          <w:tcPr>
            <w:tcW w:w="9520" w:type="dxa"/>
          </w:tcPr>
          <w:p w:rsidRPr="00EC71B9" w:rsidR="0039324C" w:rsidP="0039324C" w:rsidRDefault="0039324C" w14:paraId="065244C3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Pr="00EC71B9" w:rsidR="0039324C" w:rsidTr="0039324C" w14:paraId="59708192" w14:textId="77777777">
        <w:tc>
          <w:tcPr>
            <w:tcW w:w="9520" w:type="dxa"/>
          </w:tcPr>
          <w:p w:rsidRPr="00EC71B9" w:rsidR="0039324C" w:rsidP="0039324C" w:rsidRDefault="0039324C" w14:paraId="23323D90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Media a terroryzm</w:t>
            </w:r>
          </w:p>
        </w:tc>
      </w:tr>
      <w:tr w:rsidRPr="00EC71B9" w:rsidR="0039324C" w:rsidTr="0039324C" w14:paraId="28B4E4FC" w14:textId="77777777">
        <w:tc>
          <w:tcPr>
            <w:tcW w:w="9520" w:type="dxa"/>
          </w:tcPr>
          <w:p w:rsidRPr="00EC71B9" w:rsidR="0039324C" w:rsidP="0039324C" w:rsidRDefault="0039324C" w14:paraId="4C27AA16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Pr="00EC71B9" w:rsidR="0039324C" w:rsidTr="0039324C" w14:paraId="1D7E1C45" w14:textId="77777777">
        <w:tc>
          <w:tcPr>
            <w:tcW w:w="9520" w:type="dxa"/>
          </w:tcPr>
          <w:p w:rsidRPr="00EC71B9" w:rsidR="0039324C" w:rsidP="0039324C" w:rsidRDefault="0039324C" w14:paraId="3EC16CF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:rsidRPr="00EC71B9" w:rsidR="0085747A" w:rsidP="009C54AE" w:rsidRDefault="0085747A" w14:paraId="0A0F43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71B9" w:rsidR="0085747A" w:rsidP="009C54AE" w:rsidRDefault="0085747A" w14:paraId="068C4E9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C71B9" w:rsidR="009F4610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p w:rsidRPr="00EC71B9" w:rsidR="0085747A" w:rsidP="009C54AE" w:rsidRDefault="0085747A" w14:paraId="4FAF12C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71B9" w:rsidR="0085747A" w:rsidTr="0039324C" w14:paraId="677E41CC" w14:textId="77777777">
        <w:tc>
          <w:tcPr>
            <w:tcW w:w="9520" w:type="dxa"/>
          </w:tcPr>
          <w:p w:rsidRPr="00EC71B9" w:rsidR="0085747A" w:rsidP="009C54AE" w:rsidRDefault="0085747A" w14:paraId="0A6F362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71B9" w:rsidR="0039324C" w:rsidTr="0039324C" w14:paraId="6860A59D" w14:textId="77777777">
        <w:tc>
          <w:tcPr>
            <w:tcW w:w="9520" w:type="dxa"/>
          </w:tcPr>
          <w:p w:rsidRPr="00EC71B9" w:rsidR="0039324C" w:rsidP="0039324C" w:rsidRDefault="0039324C" w14:paraId="71AF2D10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Pr="00EC71B9" w:rsidR="0039324C" w:rsidTr="0039324C" w14:paraId="478E4214" w14:textId="77777777">
        <w:tc>
          <w:tcPr>
            <w:tcW w:w="9520" w:type="dxa"/>
          </w:tcPr>
          <w:p w:rsidRPr="00EC71B9" w:rsidR="0039324C" w:rsidP="0039324C" w:rsidRDefault="0039324C" w14:paraId="5EBE59F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Terroryzm w historii </w:t>
            </w:r>
          </w:p>
        </w:tc>
      </w:tr>
      <w:tr w:rsidRPr="00EC71B9" w:rsidR="0039324C" w:rsidTr="0039324C" w14:paraId="3FADAAE0" w14:textId="77777777">
        <w:tc>
          <w:tcPr>
            <w:tcW w:w="9520" w:type="dxa"/>
          </w:tcPr>
          <w:p w:rsidRPr="00EC71B9" w:rsidR="0039324C" w:rsidP="0039324C" w:rsidRDefault="0039324C" w14:paraId="3789E1F1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Podstawy społeczne, rekrutacja, sieci społecznościowe w działalności terrorystycznej </w:t>
            </w:r>
          </w:p>
        </w:tc>
      </w:tr>
      <w:tr w:rsidRPr="00EC71B9" w:rsidR="0039324C" w:rsidTr="0039324C" w14:paraId="69127B46" w14:textId="77777777">
        <w:tc>
          <w:tcPr>
            <w:tcW w:w="9520" w:type="dxa"/>
          </w:tcPr>
          <w:p w:rsidRPr="00EC71B9" w:rsidR="0039324C" w:rsidP="0039324C" w:rsidRDefault="0039324C" w14:paraId="0481226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Koncepcja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Shahida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i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Shahidki</w:t>
            </w:r>
            <w:proofErr w:type="spellEnd"/>
          </w:p>
        </w:tc>
      </w:tr>
      <w:tr w:rsidRPr="00EC71B9" w:rsidR="0039324C" w:rsidTr="0039324C" w14:paraId="556DF87A" w14:textId="77777777">
        <w:tc>
          <w:tcPr>
            <w:tcW w:w="9520" w:type="dxa"/>
          </w:tcPr>
          <w:p w:rsidRPr="00EC71B9" w:rsidR="0039324C" w:rsidP="0039324C" w:rsidRDefault="0039324C" w14:paraId="051017CE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Al-Kaida i ISIS analiza porównawcza</w:t>
            </w:r>
          </w:p>
        </w:tc>
      </w:tr>
      <w:tr w:rsidRPr="00EC71B9" w:rsidR="0039324C" w:rsidTr="0039324C" w14:paraId="5F039265" w14:textId="77777777">
        <w:tc>
          <w:tcPr>
            <w:tcW w:w="9520" w:type="dxa"/>
          </w:tcPr>
          <w:p w:rsidRPr="00EC71B9" w:rsidR="0039324C" w:rsidP="0039324C" w:rsidRDefault="0039324C" w14:paraId="76E23476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„nacjonalistyczny”, separatystyczny</w:t>
            </w:r>
          </w:p>
        </w:tc>
      </w:tr>
      <w:tr w:rsidRPr="00EC71B9" w:rsidR="0039324C" w:rsidTr="0039324C" w14:paraId="473156BB" w14:textId="77777777">
        <w:tc>
          <w:tcPr>
            <w:tcW w:w="9520" w:type="dxa"/>
          </w:tcPr>
          <w:p w:rsidRPr="00EC71B9" w:rsidR="0039324C" w:rsidP="0039324C" w:rsidRDefault="0039324C" w14:paraId="27140C8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a prawa człowieka</w:t>
            </w:r>
          </w:p>
        </w:tc>
      </w:tr>
      <w:tr w:rsidRPr="00EC71B9" w:rsidR="0039324C" w:rsidTr="0039324C" w14:paraId="089CAC7B" w14:textId="77777777">
        <w:tc>
          <w:tcPr>
            <w:tcW w:w="9520" w:type="dxa"/>
          </w:tcPr>
          <w:p w:rsidRPr="00EC71B9" w:rsidR="0039324C" w:rsidP="0039324C" w:rsidRDefault="0039324C" w14:paraId="4AD92CE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Służby, metody procedury zwalczania terroryzmu.</w:t>
            </w:r>
          </w:p>
        </w:tc>
      </w:tr>
      <w:tr w:rsidRPr="00EC71B9" w:rsidR="0039324C" w:rsidTr="0039324C" w14:paraId="5816C96D" w14:textId="77777777">
        <w:tc>
          <w:tcPr>
            <w:tcW w:w="9520" w:type="dxa"/>
          </w:tcPr>
          <w:p w:rsidRPr="00EC71B9" w:rsidR="0039324C" w:rsidP="0039324C" w:rsidRDefault="0039324C" w14:paraId="7D91A93F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Zwalczanie terroryzmu w Europie zachodniej</w:t>
            </w:r>
          </w:p>
        </w:tc>
      </w:tr>
      <w:tr w:rsidRPr="00EC71B9" w:rsidR="0039324C" w:rsidTr="0039324C" w14:paraId="1E0243B7" w14:textId="77777777">
        <w:tc>
          <w:tcPr>
            <w:tcW w:w="9520" w:type="dxa"/>
          </w:tcPr>
          <w:p w:rsidRPr="00EC71B9" w:rsidR="0039324C" w:rsidP="0039324C" w:rsidRDefault="0039324C" w14:paraId="7D3A380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lastRenderedPageBreak/>
              <w:t>Zwalczanie terroryzmu w polityce USA</w:t>
            </w:r>
          </w:p>
          <w:p w:rsidRPr="00EC71B9" w:rsidR="0039324C" w:rsidP="0039324C" w:rsidRDefault="0039324C" w14:paraId="3D84782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</w:p>
        </w:tc>
      </w:tr>
      <w:tr w:rsidRPr="00EC71B9" w:rsidR="0039324C" w:rsidTr="0039324C" w14:paraId="28A763A1" w14:textId="77777777">
        <w:tc>
          <w:tcPr>
            <w:tcW w:w="9520" w:type="dxa"/>
          </w:tcPr>
          <w:p w:rsidRPr="00EC71B9" w:rsidR="0039324C" w:rsidP="0039324C" w:rsidRDefault="0039324C" w14:paraId="57EC8B43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jako zagrożenie globalne w XXI wieku.</w:t>
            </w:r>
          </w:p>
        </w:tc>
      </w:tr>
      <w:tr w:rsidRPr="00EC71B9" w:rsidR="0039324C" w:rsidTr="0039324C" w14:paraId="5072DD56" w14:textId="77777777">
        <w:tc>
          <w:tcPr>
            <w:tcW w:w="9520" w:type="dxa"/>
          </w:tcPr>
          <w:p w:rsidRPr="00EC71B9" w:rsidR="0039324C" w:rsidP="0039324C" w:rsidRDefault="0039324C" w14:paraId="38A5EC9C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Międzynarodowe uregulowania prawne w zwalczaniu terroryzmu na podstawie wybranych przykładów.</w:t>
            </w:r>
          </w:p>
        </w:tc>
      </w:tr>
      <w:tr w:rsidRPr="00EC71B9" w:rsidR="0039324C" w:rsidTr="0039324C" w14:paraId="1E68D578" w14:textId="77777777">
        <w:tc>
          <w:tcPr>
            <w:tcW w:w="9520" w:type="dxa"/>
          </w:tcPr>
          <w:p w:rsidRPr="00EC71B9" w:rsidR="0039324C" w:rsidP="0039324C" w:rsidRDefault="0039324C" w14:paraId="61A1FCB7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Agencje wywiadowcze w walce z terroryzmem</w:t>
            </w:r>
          </w:p>
        </w:tc>
      </w:tr>
      <w:tr w:rsidRPr="00EC71B9" w:rsidR="0039324C" w:rsidTr="0039324C" w14:paraId="362398AA" w14:textId="77777777">
        <w:tc>
          <w:tcPr>
            <w:tcW w:w="9520" w:type="dxa"/>
          </w:tcPr>
          <w:p w:rsidRPr="00EC71B9" w:rsidR="0039324C" w:rsidP="0039324C" w:rsidRDefault="0039324C" w14:paraId="36D22008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Jednostki specjalizujące się w działaniach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kontrterrorystycznych</w:t>
            </w:r>
            <w:proofErr w:type="spellEnd"/>
          </w:p>
        </w:tc>
      </w:tr>
      <w:tr w:rsidRPr="00EC71B9" w:rsidR="0039324C" w:rsidTr="0039324C" w14:paraId="5A2A5724" w14:textId="77777777">
        <w:tc>
          <w:tcPr>
            <w:tcW w:w="9520" w:type="dxa"/>
          </w:tcPr>
          <w:p w:rsidRPr="00EC71B9" w:rsidR="0039324C" w:rsidP="0039324C" w:rsidRDefault="0039324C" w14:paraId="0EA48FB9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Terroryzm w II dekadzie XXI wieku</w:t>
            </w:r>
          </w:p>
        </w:tc>
      </w:tr>
    </w:tbl>
    <w:p w:rsidRPr="00EC71B9" w:rsidR="0085747A" w:rsidP="009C54AE" w:rsidRDefault="0085747A" w14:paraId="255DDC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71B9" w:rsidR="0085747A" w:rsidP="009C54AE" w:rsidRDefault="009F4610" w14:paraId="1CF3B8B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:rsidRPr="00EC71B9" w:rsidR="0085747A" w:rsidP="009C54AE" w:rsidRDefault="0085747A" w14:paraId="4D031A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01114" w:rsidR="00153C41" w:rsidP="009C54AE" w:rsidRDefault="00153C41" w14:paraId="2F4342AF" w14:textId="3C14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Pr="00401114" w:rsidR="0085747A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problemowy</w:t>
      </w:r>
      <w:r w:rsidRPr="00401114" w:rsidR="00923D7D">
        <w:rPr>
          <w:rFonts w:ascii="Corbel" w:hAnsi="Corbel"/>
          <w:b w:val="0"/>
          <w:smallCaps w:val="0"/>
          <w:szCs w:val="24"/>
        </w:rPr>
        <w:t xml:space="preserve">, </w:t>
      </w:r>
      <w:r w:rsidRPr="00401114" w:rsidR="0085747A">
        <w:rPr>
          <w:rFonts w:ascii="Corbel" w:hAnsi="Corbel"/>
          <w:b w:val="0"/>
          <w:smallCaps w:val="0"/>
          <w:szCs w:val="24"/>
        </w:rPr>
        <w:t>wykład z prezentacją multimedialną</w:t>
      </w:r>
      <w:r w:rsidRPr="00401114" w:rsidR="00923D7D">
        <w:rPr>
          <w:rFonts w:ascii="Corbel" w:hAnsi="Corbel"/>
          <w:b w:val="0"/>
          <w:smallCaps w:val="0"/>
          <w:szCs w:val="24"/>
        </w:rPr>
        <w:t>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:rsidRPr="00401114" w:rsidR="00153C41" w:rsidP="009C54AE" w:rsidRDefault="00153C41" w14:paraId="4261FE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Pr="00401114" w:rsidR="009F4610">
        <w:rPr>
          <w:rFonts w:ascii="Corbel" w:hAnsi="Corbel"/>
          <w:b w:val="0"/>
          <w:smallCaps w:val="0"/>
          <w:szCs w:val="24"/>
        </w:rPr>
        <w:t xml:space="preserve">analiza </w:t>
      </w:r>
      <w:r w:rsidRPr="00401114" w:rsidR="00923D7D">
        <w:rPr>
          <w:rFonts w:ascii="Corbel" w:hAnsi="Corbel"/>
          <w:b w:val="0"/>
          <w:smallCaps w:val="0"/>
          <w:szCs w:val="24"/>
        </w:rPr>
        <w:t>tekstów z dyskusją,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metoda projektów</w:t>
      </w:r>
      <w:r w:rsidRPr="00401114" w:rsidR="00923D7D">
        <w:rPr>
          <w:rFonts w:ascii="Corbel" w:hAnsi="Corbel"/>
          <w:b w:val="0"/>
          <w:smallCaps w:val="0"/>
          <w:szCs w:val="24"/>
        </w:rPr>
        <w:t xml:space="preserve"> </w:t>
      </w:r>
      <w:r w:rsidRPr="00401114" w:rsidR="0085747A">
        <w:rPr>
          <w:rFonts w:ascii="Corbel" w:hAnsi="Corbel"/>
          <w:b w:val="0"/>
          <w:smallCaps w:val="0"/>
          <w:szCs w:val="24"/>
        </w:rPr>
        <w:t>(projekt badawczy, wdrożeniowy, praktyczny</w:t>
      </w:r>
      <w:r w:rsidRPr="00401114" w:rsidR="0071620A">
        <w:rPr>
          <w:rFonts w:ascii="Corbel" w:hAnsi="Corbel"/>
          <w:b w:val="0"/>
          <w:smallCaps w:val="0"/>
          <w:szCs w:val="24"/>
        </w:rPr>
        <w:t>),</w:t>
      </w:r>
      <w:r w:rsidRPr="00401114" w:rsidR="001718A7">
        <w:rPr>
          <w:rFonts w:ascii="Corbel" w:hAnsi="Corbel"/>
          <w:b w:val="0"/>
          <w:smallCaps w:val="0"/>
          <w:szCs w:val="24"/>
        </w:rPr>
        <w:t xml:space="preserve"> praca w </w:t>
      </w:r>
      <w:r w:rsidRPr="00401114" w:rsidR="0085747A">
        <w:rPr>
          <w:rFonts w:ascii="Corbel" w:hAnsi="Corbel"/>
          <w:b w:val="0"/>
          <w:smallCaps w:val="0"/>
          <w:szCs w:val="24"/>
        </w:rPr>
        <w:t>grupach</w:t>
      </w:r>
      <w:r w:rsidRPr="00401114" w:rsidR="0071620A">
        <w:rPr>
          <w:rFonts w:ascii="Corbel" w:hAnsi="Corbel"/>
          <w:b w:val="0"/>
          <w:smallCaps w:val="0"/>
          <w:szCs w:val="24"/>
        </w:rPr>
        <w:t xml:space="preserve"> (</w:t>
      </w:r>
      <w:r w:rsidRPr="00401114" w:rsidR="0085747A">
        <w:rPr>
          <w:rFonts w:ascii="Corbel" w:hAnsi="Corbel"/>
          <w:b w:val="0"/>
          <w:smallCaps w:val="0"/>
          <w:szCs w:val="24"/>
        </w:rPr>
        <w:t>rozwiązywanie zadań</w:t>
      </w:r>
      <w:r w:rsidRPr="00401114" w:rsidR="0071620A">
        <w:rPr>
          <w:rFonts w:ascii="Corbel" w:hAnsi="Corbel"/>
          <w:b w:val="0"/>
          <w:smallCaps w:val="0"/>
          <w:szCs w:val="24"/>
        </w:rPr>
        <w:t>,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 dyskusja</w:t>
      </w:r>
      <w:r w:rsidRPr="00401114" w:rsidR="0071620A">
        <w:rPr>
          <w:rFonts w:ascii="Corbel" w:hAnsi="Corbel"/>
          <w:b w:val="0"/>
          <w:smallCaps w:val="0"/>
          <w:szCs w:val="24"/>
        </w:rPr>
        <w:t>),</w:t>
      </w:r>
      <w:r w:rsidRPr="00401114" w:rsidR="001718A7">
        <w:rPr>
          <w:rFonts w:ascii="Corbel" w:hAnsi="Corbel"/>
          <w:b w:val="0"/>
          <w:smallCaps w:val="0"/>
          <w:szCs w:val="24"/>
        </w:rPr>
        <w:t xml:space="preserve">gry dydaktyczne, </w:t>
      </w:r>
      <w:r w:rsidRPr="00401114" w:rsidR="0085747A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:rsidRPr="00EC71B9" w:rsidR="00E960BB" w:rsidP="009C54AE" w:rsidRDefault="00E960BB" w14:paraId="067B595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71B9" w:rsidR="0085747A" w:rsidP="009C54AE" w:rsidRDefault="00C61DC5" w14:paraId="451E98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Pr="00EC71B9" w:rsidR="0085747A">
        <w:rPr>
          <w:rFonts w:ascii="Corbel" w:hAnsi="Corbel"/>
          <w:smallCaps w:val="0"/>
          <w:szCs w:val="24"/>
        </w:rPr>
        <w:t>METODY I KRYTERIA OCENY</w:t>
      </w:r>
      <w:r w:rsidRPr="00EC71B9" w:rsidR="009F4610">
        <w:rPr>
          <w:rFonts w:ascii="Corbel" w:hAnsi="Corbel"/>
          <w:smallCaps w:val="0"/>
          <w:szCs w:val="24"/>
        </w:rPr>
        <w:t xml:space="preserve"> </w:t>
      </w:r>
    </w:p>
    <w:p w:rsidRPr="00EC71B9" w:rsidR="0085747A" w:rsidP="009C54AE" w:rsidRDefault="0085747A" w14:paraId="0701AE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Pr="00EC71B9" w:rsidR="00C05F44">
        <w:rPr>
          <w:rFonts w:ascii="Corbel" w:hAnsi="Corbel"/>
          <w:smallCaps w:val="0"/>
          <w:szCs w:val="24"/>
        </w:rPr>
        <w:t>uczenia się</w:t>
      </w:r>
    </w:p>
    <w:p w:rsidRPr="00EC71B9" w:rsidR="0085747A" w:rsidP="009C54AE" w:rsidRDefault="0085747A" w14:paraId="668294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C71B9" w:rsidR="0085747A" w:rsidTr="0039324C" w14:paraId="10E34DCE" w14:textId="77777777">
        <w:tc>
          <w:tcPr>
            <w:tcW w:w="1962" w:type="dxa"/>
            <w:vAlign w:val="center"/>
          </w:tcPr>
          <w:p w:rsidRPr="00EC71B9" w:rsidR="0085747A" w:rsidP="009C54AE" w:rsidRDefault="0071620A" w14:paraId="3A8096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C71B9" w:rsidR="0085747A" w:rsidP="009C54AE" w:rsidRDefault="00F974DA" w14:paraId="722828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C71B9" w:rsidR="0085747A" w:rsidP="009C54AE" w:rsidRDefault="009F4610" w14:paraId="09A961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C71B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C71B9" w:rsidR="00923D7D" w:rsidP="009C54AE" w:rsidRDefault="0085747A" w14:paraId="4200CF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C71B9" w:rsidR="0085747A" w:rsidP="009C54AE" w:rsidRDefault="0085747A" w14:paraId="341B28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C71B9" w:rsidR="0039324C" w:rsidTr="0039324C" w14:paraId="49CA9DE5" w14:textId="77777777">
        <w:tc>
          <w:tcPr>
            <w:tcW w:w="1962" w:type="dxa"/>
          </w:tcPr>
          <w:p w:rsidRPr="00EC71B9" w:rsidR="0039324C" w:rsidP="0039324C" w:rsidRDefault="0039324C" w14:paraId="7B2CA0AA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:rsidRPr="00401114" w:rsidR="0039324C" w:rsidP="00401114" w:rsidRDefault="00401114" w14:paraId="7A1C88E0" w14:textId="4245B7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Pr="00EC71B9" w:rsidR="0039324C" w:rsidP="0039324C" w:rsidRDefault="0039324C" w14:paraId="33BBE19A" w14:textId="21345598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W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ykład</w:t>
            </w:r>
          </w:p>
        </w:tc>
      </w:tr>
      <w:tr w:rsidRPr="00EC71B9" w:rsidR="0039324C" w:rsidTr="0039324C" w14:paraId="0B12C834" w14:textId="77777777">
        <w:tc>
          <w:tcPr>
            <w:tcW w:w="1962" w:type="dxa"/>
          </w:tcPr>
          <w:p w:rsidRPr="00EC71B9" w:rsidR="0039324C" w:rsidP="0039324C" w:rsidRDefault="0039324C" w14:paraId="7D1848EF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:rsidRPr="00401114" w:rsidR="0039324C" w:rsidP="00401114" w:rsidRDefault="0039324C" w14:paraId="27B2E47F" w14:textId="5D61BAD0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EC71B9" w:rsidR="0039324C" w:rsidP="0039324C" w:rsidRDefault="0039324C" w14:paraId="14F4B6BA" w14:textId="50ADB82D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W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ykład</w:t>
            </w:r>
          </w:p>
        </w:tc>
      </w:tr>
      <w:tr w:rsidRPr="00EC71B9" w:rsidR="0039324C" w:rsidTr="0039324C" w14:paraId="7776A283" w14:textId="77777777">
        <w:tc>
          <w:tcPr>
            <w:tcW w:w="1962" w:type="dxa"/>
          </w:tcPr>
          <w:p w:rsidRPr="00EC71B9" w:rsidR="0039324C" w:rsidP="0039324C" w:rsidRDefault="0039324C" w14:paraId="6A972311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:rsidRPr="00401114" w:rsidR="0039324C" w:rsidP="00401114" w:rsidRDefault="00401114" w14:paraId="43293B83" w14:textId="23786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:rsidRPr="00EC71B9" w:rsidR="0039324C" w:rsidP="0039324C" w:rsidRDefault="00401114" w14:paraId="1FDCDF7E" w14:textId="2568DB9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Pr="00EC71B9" w:rsidR="0039324C" w:rsidTr="0039324C" w14:paraId="01C20665" w14:textId="77777777">
        <w:tc>
          <w:tcPr>
            <w:tcW w:w="1962" w:type="dxa"/>
          </w:tcPr>
          <w:p w:rsidRPr="00EC71B9" w:rsidR="0039324C" w:rsidP="0039324C" w:rsidRDefault="0039324C" w14:paraId="1D456F3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:rsidRPr="00401114" w:rsidR="0039324C" w:rsidP="00401114" w:rsidRDefault="00401114" w14:paraId="0BC80239" w14:textId="365E3B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EC71B9" w:rsidR="0039324C" w:rsidP="0039324C" w:rsidRDefault="00401114" w14:paraId="130A0081" w14:textId="718E2EE5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Pr="00EC71B9" w:rsidR="0039324C" w:rsidTr="0039324C" w14:paraId="56945B74" w14:textId="77777777">
        <w:tc>
          <w:tcPr>
            <w:tcW w:w="1962" w:type="dxa"/>
          </w:tcPr>
          <w:p w:rsidRPr="00EC71B9" w:rsidR="0039324C" w:rsidP="0039324C" w:rsidRDefault="0039324C" w14:paraId="0B7C06A5" w14:textId="77777777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:rsidRPr="00401114" w:rsidR="0039324C" w:rsidP="00401114" w:rsidRDefault="0039324C" w14:paraId="30179307" w14:textId="12AD2325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EC71B9" w:rsidR="0039324C" w:rsidP="0039324C" w:rsidRDefault="0039324C" w14:paraId="13704F06" w14:textId="3820A039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Ć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wiczenia</w:t>
            </w:r>
          </w:p>
        </w:tc>
      </w:tr>
      <w:tr w:rsidRPr="00EC71B9" w:rsidR="003054FA" w:rsidTr="0012331C" w14:paraId="46FEB48F" w14:textId="77777777">
        <w:tc>
          <w:tcPr>
            <w:tcW w:w="1962" w:type="dxa"/>
          </w:tcPr>
          <w:p w:rsidRPr="00EC71B9" w:rsidR="003054FA" w:rsidP="0012331C" w:rsidRDefault="003054FA" w14:paraId="06F9AAE3" w14:textId="1FDA8F25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EK_0</w:t>
            </w:r>
            <w:r>
              <w:rPr>
                <w:rFonts w:ascii="Corbel" w:hAnsi="Corbel" w:eastAsia="Times New Roman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:rsidRPr="00401114" w:rsidR="003054FA" w:rsidP="00401114" w:rsidRDefault="003054FA" w14:paraId="331D88B4" w14:textId="3F378B6B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EC71B9" w:rsidR="003054FA" w:rsidP="0012331C" w:rsidRDefault="003054FA" w14:paraId="0F122AC0" w14:textId="4D715B09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Ć</w:t>
            </w:r>
            <w:r w:rsidR="00401114">
              <w:rPr>
                <w:rFonts w:ascii="Corbel" w:hAnsi="Corbel" w:eastAsia="Times New Roman" w:cstheme="majorBidi"/>
                <w:sz w:val="24"/>
                <w:szCs w:val="24"/>
              </w:rPr>
              <w:t>wiczenia</w:t>
            </w:r>
          </w:p>
        </w:tc>
      </w:tr>
    </w:tbl>
    <w:p w:rsidRPr="00EC71B9" w:rsidR="0085747A" w:rsidP="009C54AE" w:rsidRDefault="003E1941" w14:paraId="598776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Pr="00EC71B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C71B9" w:rsidR="00923D7D">
        <w:rPr>
          <w:rFonts w:ascii="Corbel" w:hAnsi="Corbel"/>
          <w:smallCaps w:val="0"/>
          <w:szCs w:val="24"/>
        </w:rPr>
        <w:t xml:space="preserve"> </w:t>
      </w:r>
    </w:p>
    <w:p w:rsidRPr="00EC71B9" w:rsidR="00923D7D" w:rsidP="009C54AE" w:rsidRDefault="00923D7D" w14:paraId="3CCC6A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EC71B9" w:rsidR="0039324C" w:rsidP="0039324C" w:rsidRDefault="0039324C" w14:paraId="09316E4A" w14:textId="49ADE5CD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>P</w:t>
      </w:r>
      <w:r w:rsidR="00401114">
        <w:rPr>
          <w:rFonts w:ascii="Corbel" w:hAnsi="Corbel" w:eastAsia="Times New Roman" w:cstheme="majorBidi"/>
          <w:sz w:val="24"/>
          <w:szCs w:val="24"/>
        </w:rPr>
        <w:t>odstawą oceny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wykładu będzie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ocena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uzyskana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z egzaminu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ustnego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. </w:t>
      </w:r>
    </w:p>
    <w:p w:rsidRPr="00EC71B9" w:rsidR="0039324C" w:rsidP="0039324C" w:rsidRDefault="0039324C" w14:paraId="4860C275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:rsidRPr="00EC71B9" w:rsidR="0039324C" w:rsidP="0039324C" w:rsidRDefault="0039324C" w14:paraId="4310D779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dobra – bardzo dobra odpowiedź na wszystkie pytania </w:t>
      </w:r>
    </w:p>
    <w:p w:rsidRPr="00EC71B9" w:rsidR="0039324C" w:rsidP="0039324C" w:rsidRDefault="0039324C" w14:paraId="7827160B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+dostateczna – bardzo dobra odpowiedź na większość pytań, dostateczna na pozostałe </w:t>
      </w:r>
    </w:p>
    <w:p w:rsidRPr="00EC71B9" w:rsidR="0039324C" w:rsidP="0039324C" w:rsidRDefault="0039324C" w14:paraId="0E85A31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lastRenderedPageBreak/>
        <w:t xml:space="preserve">Ocena dostateczna – dostateczna odpowiedź na wszystkie pytania </w:t>
      </w:r>
    </w:p>
    <w:p w:rsidRPr="00EC71B9" w:rsidR="0039324C" w:rsidP="0039324C" w:rsidRDefault="0039324C" w14:paraId="37CDEC2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niedostateczna – brak odpowiedzi lub niewystarczająca odpowiedź na pytania </w:t>
      </w:r>
    </w:p>
    <w:p w:rsidRPr="00EC71B9" w:rsidR="0039324C" w:rsidP="0039324C" w:rsidRDefault="0039324C" w14:paraId="71E8EB8E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</w:p>
    <w:p w:rsidRPr="00EC71B9" w:rsidR="0039324C" w:rsidP="0039324C" w:rsidRDefault="0039324C" w14:paraId="0FA1958F" w14:textId="7FC5F482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Na </w:t>
      </w:r>
      <w:r w:rsidR="00401114">
        <w:rPr>
          <w:rFonts w:ascii="Corbel" w:hAnsi="Corbel" w:eastAsia="Times New Roman" w:cstheme="majorBidi"/>
          <w:sz w:val="24"/>
          <w:szCs w:val="24"/>
        </w:rPr>
        <w:t>o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cenę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 </w:t>
      </w:r>
      <w:r w:rsidR="00401114">
        <w:rPr>
          <w:rFonts w:ascii="Corbel" w:hAnsi="Corbel" w:eastAsia="Times New Roman" w:cstheme="majorBidi"/>
          <w:sz w:val="24"/>
          <w:szCs w:val="24"/>
        </w:rPr>
        <w:t>ć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wiczeń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kładać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ię </w:t>
      </w:r>
      <w:r w:rsidR="00401114">
        <w:rPr>
          <w:rFonts w:ascii="Corbel" w:hAnsi="Corbel" w:eastAsia="Times New Roman" w:cstheme="majorBidi"/>
          <w:sz w:val="24"/>
          <w:szCs w:val="24"/>
        </w:rPr>
        <w:t>b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ędzie </w:t>
      </w:r>
      <w:r w:rsidR="00401114">
        <w:rPr>
          <w:rFonts w:ascii="Corbel" w:hAnsi="Corbel" w:eastAsia="Times New Roman" w:cstheme="majorBidi"/>
          <w:sz w:val="24"/>
          <w:szCs w:val="24"/>
        </w:rPr>
        <w:t>a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ktywność </w:t>
      </w:r>
      <w:r w:rsidR="00401114">
        <w:rPr>
          <w:rFonts w:ascii="Corbel" w:hAnsi="Corbel" w:eastAsia="Times New Roman" w:cstheme="majorBidi"/>
          <w:sz w:val="24"/>
          <w:szCs w:val="24"/>
        </w:rPr>
        <w:t>s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tudenta </w:t>
      </w:r>
      <w:r w:rsidR="00401114">
        <w:rPr>
          <w:rFonts w:ascii="Corbel" w:hAnsi="Corbel" w:eastAsia="Times New Roman" w:cstheme="majorBidi"/>
          <w:sz w:val="24"/>
          <w:szCs w:val="24"/>
        </w:rPr>
        <w:t>n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a </w:t>
      </w:r>
      <w:r w:rsidR="00401114">
        <w:rPr>
          <w:rFonts w:ascii="Corbel" w:hAnsi="Corbel" w:eastAsia="Times New Roman" w:cstheme="majorBidi"/>
          <w:sz w:val="24"/>
          <w:szCs w:val="24"/>
        </w:rPr>
        <w:t>z</w:t>
      </w:r>
      <w:r w:rsidRPr="00EC71B9" w:rsidR="00401114">
        <w:rPr>
          <w:rFonts w:ascii="Corbel" w:hAnsi="Corbel" w:eastAsia="Times New Roman" w:cstheme="majorBidi"/>
          <w:sz w:val="24"/>
          <w:szCs w:val="24"/>
        </w:rPr>
        <w:t xml:space="preserve">ajęciach </w:t>
      </w:r>
    </w:p>
    <w:p w:rsidRPr="00EC71B9" w:rsidR="0039324C" w:rsidP="0039324C" w:rsidRDefault="00401114" w14:paraId="44F342E0" w14:textId="06FDDCDD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hAnsi="Corbel" w:eastAsia="Times New Roman" w:cstheme="majorBidi"/>
          <w:sz w:val="24"/>
          <w:szCs w:val="24"/>
        </w:rPr>
        <w:t>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raz </w:t>
      </w:r>
      <w:r>
        <w:rPr>
          <w:rFonts w:ascii="Corbel" w:hAnsi="Corbel" w:eastAsia="Times New Roman" w:cstheme="majorBidi"/>
          <w:sz w:val="24"/>
          <w:szCs w:val="24"/>
        </w:rPr>
        <w:t>o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cena </w:t>
      </w:r>
      <w:r>
        <w:rPr>
          <w:rFonts w:ascii="Corbel" w:hAnsi="Corbel" w:eastAsia="Times New Roman" w:cstheme="majorBidi"/>
          <w:sz w:val="24"/>
          <w:szCs w:val="24"/>
        </w:rPr>
        <w:t>z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 </w:t>
      </w:r>
      <w:r>
        <w:rPr>
          <w:rFonts w:ascii="Corbel" w:hAnsi="Corbel" w:eastAsia="Times New Roman" w:cstheme="majorBidi"/>
          <w:sz w:val="24"/>
          <w:szCs w:val="24"/>
        </w:rPr>
        <w:t>r</w:t>
      </w:r>
      <w:r w:rsidRPr="00EC71B9">
        <w:rPr>
          <w:rFonts w:ascii="Corbel" w:hAnsi="Corbel" w:eastAsia="Times New Roman" w:cstheme="majorBidi"/>
          <w:sz w:val="24"/>
          <w:szCs w:val="24"/>
        </w:rPr>
        <w:t xml:space="preserve">eferatu </w:t>
      </w:r>
    </w:p>
    <w:p w:rsidRPr="00EC71B9" w:rsidR="0039324C" w:rsidP="0039324C" w:rsidRDefault="0039324C" w14:paraId="4359607E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bardzo dobra – ocena bardzo dobra z referatu, aktywność na zajęciach </w:t>
      </w:r>
    </w:p>
    <w:p w:rsidRPr="00EC71B9" w:rsidR="0039324C" w:rsidP="0039324C" w:rsidRDefault="0039324C" w14:paraId="56D7A8CC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+dobra – ocena +dobra z referatu, aktywność na zajęciach </w:t>
      </w:r>
    </w:p>
    <w:p w:rsidRPr="00EC71B9" w:rsidR="0039324C" w:rsidP="0039324C" w:rsidRDefault="0039324C" w14:paraId="2A7390F3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dobra – ocena dobra z referatu, aktywność na zajęciach  </w:t>
      </w:r>
    </w:p>
    <w:p w:rsidRPr="00EC71B9" w:rsidR="0039324C" w:rsidP="0039324C" w:rsidRDefault="0039324C" w14:paraId="2E8C70E7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+dostateczna  – ocena +dostateczna z referatu, aktywność na zajęciach </w:t>
      </w:r>
    </w:p>
    <w:p w:rsidRPr="00EC71B9" w:rsidR="0039324C" w:rsidP="0039324C" w:rsidRDefault="0039324C" w14:paraId="5CD4115A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:rsidRPr="00EC71B9" w:rsidR="0039324C" w:rsidP="0039324C" w:rsidRDefault="0039324C" w14:paraId="4EAA95D1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color w:val="FF0000"/>
          <w:sz w:val="24"/>
          <w:szCs w:val="24"/>
        </w:rPr>
        <w:t xml:space="preserve"> </w:t>
      </w:r>
    </w:p>
    <w:p w:rsidRPr="00EC71B9" w:rsidR="0039324C" w:rsidP="0039324C" w:rsidRDefault="0039324C" w14:paraId="014250E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eastAsia="Times New Roman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:rsidRPr="00EC71B9" w:rsidR="0085747A" w:rsidP="009C54AE" w:rsidRDefault="0085747A" w14:paraId="6825E5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71B9" w:rsidR="009F4610" w:rsidP="009C54AE" w:rsidRDefault="0085747A" w14:paraId="10EC46C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Pr="00EC71B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C71B9" w:rsidR="0085747A" w:rsidP="009C54AE" w:rsidRDefault="0085747A" w14:paraId="536322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C71B9" w:rsidR="0085747A" w:rsidTr="003E1941" w14:paraId="2590FEE8" w14:textId="77777777">
        <w:tc>
          <w:tcPr>
            <w:tcW w:w="4962" w:type="dxa"/>
            <w:vAlign w:val="center"/>
          </w:tcPr>
          <w:p w:rsidRPr="00EC71B9" w:rsidR="0085747A" w:rsidP="009C54AE" w:rsidRDefault="00C61DC5" w14:paraId="1D1DE8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C71B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C71B9" w:rsidR="0085747A" w:rsidP="009C54AE" w:rsidRDefault="00C61DC5" w14:paraId="1F629F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C71B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71B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C71B9" w:rsidR="0085747A" w:rsidTr="00923D7D" w14:paraId="701DF628" w14:textId="77777777">
        <w:tc>
          <w:tcPr>
            <w:tcW w:w="4962" w:type="dxa"/>
          </w:tcPr>
          <w:p w:rsidRPr="00EC71B9" w:rsidR="0085747A" w:rsidP="009C54AE" w:rsidRDefault="00C61DC5" w14:paraId="468FD3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Pr="00EC71B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Pr="00EC71B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Pr="00EC71B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C71B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C71B9" w:rsidR="0085747A" w:rsidP="009C54AE" w:rsidRDefault="00630D67" w14:paraId="16B9C742" w14:textId="0C4953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EC71B9" w:rsidR="00C61DC5" w:rsidTr="00923D7D" w14:paraId="54DA8756" w14:textId="77777777">
        <w:tc>
          <w:tcPr>
            <w:tcW w:w="4962" w:type="dxa"/>
          </w:tcPr>
          <w:p w:rsidRPr="00EC71B9" w:rsidR="00C61DC5" w:rsidP="009C54AE" w:rsidRDefault="00C61DC5" w14:paraId="48794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C71B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C71B9" w:rsidR="00C61DC5" w:rsidP="009C54AE" w:rsidRDefault="00C61DC5" w14:paraId="705DC7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C71B9" w:rsidR="00C61DC5" w:rsidP="009C54AE" w:rsidRDefault="00401114" w14:paraId="58B28D10" w14:textId="5EDA1B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C71B9" w:rsidR="00C61DC5" w:rsidTr="00923D7D" w14:paraId="70C0E45C" w14:textId="77777777">
        <w:tc>
          <w:tcPr>
            <w:tcW w:w="4962" w:type="dxa"/>
          </w:tcPr>
          <w:p w:rsidRPr="00EC71B9" w:rsidR="0071620A" w:rsidP="009C54AE" w:rsidRDefault="00C61DC5" w14:paraId="5E86D6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1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1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C71B9" w:rsidR="00C61DC5" w:rsidP="009C54AE" w:rsidRDefault="00C61DC5" w14:paraId="75F2A5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C71B9" w:rsidR="00C61DC5" w:rsidP="009C54AE" w:rsidRDefault="00401114" w14:paraId="78C6769A" w14:textId="76F64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EC71B9" w:rsidR="0085747A" w:rsidTr="00923D7D" w14:paraId="33E14ACC" w14:textId="77777777">
        <w:tc>
          <w:tcPr>
            <w:tcW w:w="4962" w:type="dxa"/>
          </w:tcPr>
          <w:p w:rsidRPr="00EC71B9" w:rsidR="0085747A" w:rsidP="009C54AE" w:rsidRDefault="0085747A" w14:paraId="330585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C71B9" w:rsidR="0085747A" w:rsidP="009C54AE" w:rsidRDefault="0039324C" w14:paraId="75D97EC5" w14:textId="57785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Pr="00EC71B9" w:rsidR="0085747A" w:rsidTr="00923D7D" w14:paraId="3DD15F98" w14:textId="77777777">
        <w:tc>
          <w:tcPr>
            <w:tcW w:w="4962" w:type="dxa"/>
          </w:tcPr>
          <w:p w:rsidRPr="00EC71B9" w:rsidR="0085747A" w:rsidP="009C54AE" w:rsidRDefault="0085747A" w14:paraId="64FF38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C71B9" w:rsidR="0085747A" w:rsidP="009C54AE" w:rsidRDefault="0039324C" w14:paraId="2E16DA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EC71B9" w:rsidR="0085747A" w:rsidP="009C54AE" w:rsidRDefault="00923D7D" w14:paraId="244D1E2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C71B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C71B9" w:rsidR="003E1941" w:rsidP="009C54AE" w:rsidRDefault="003E1941" w14:paraId="3D8A0F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71620A" w14:paraId="747B42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Pr="00EC71B9" w:rsidR="0085747A">
        <w:rPr>
          <w:rFonts w:ascii="Corbel" w:hAnsi="Corbel"/>
          <w:smallCaps w:val="0"/>
          <w:szCs w:val="24"/>
        </w:rPr>
        <w:t>PRAKTYKI ZAWO</w:t>
      </w:r>
      <w:r w:rsidRPr="00EC71B9" w:rsidR="009D3F3B">
        <w:rPr>
          <w:rFonts w:ascii="Corbel" w:hAnsi="Corbel"/>
          <w:smallCaps w:val="0"/>
          <w:szCs w:val="24"/>
        </w:rPr>
        <w:t>DOWE W RAMACH PRZEDMIOTU</w:t>
      </w:r>
    </w:p>
    <w:p w:rsidRPr="00EC71B9" w:rsidR="0085747A" w:rsidP="009C54AE" w:rsidRDefault="0085747A" w14:paraId="37AAE7E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C71B9" w:rsidR="0085747A" w:rsidTr="0071620A" w14:paraId="0751DB67" w14:textId="77777777">
        <w:trPr>
          <w:trHeight w:val="397"/>
        </w:trPr>
        <w:tc>
          <w:tcPr>
            <w:tcW w:w="3544" w:type="dxa"/>
          </w:tcPr>
          <w:p w:rsidRPr="00EC71B9" w:rsidR="0085747A" w:rsidP="009C54AE" w:rsidRDefault="0085747A" w14:paraId="328E5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C71B9" w:rsidR="0085747A" w:rsidP="009C54AE" w:rsidRDefault="0085747A" w14:paraId="18E79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71B9" w:rsidR="0085747A" w:rsidTr="0071620A" w14:paraId="5BA90159" w14:textId="77777777">
        <w:trPr>
          <w:trHeight w:val="397"/>
        </w:trPr>
        <w:tc>
          <w:tcPr>
            <w:tcW w:w="3544" w:type="dxa"/>
          </w:tcPr>
          <w:p w:rsidRPr="00EC71B9" w:rsidR="0085747A" w:rsidP="009C54AE" w:rsidRDefault="0085747A" w14:paraId="6A5AB6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C71B9" w:rsidR="0085747A" w:rsidP="009C54AE" w:rsidRDefault="0085747A" w14:paraId="352807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71B9" w:rsidR="003E1941" w:rsidP="009C54AE" w:rsidRDefault="003E1941" w14:paraId="7DA59A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675843" w14:paraId="552B0B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Pr="00EC71B9" w:rsidR="0085747A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:rsidRPr="00EC71B9" w:rsidR="00675843" w:rsidP="009C54AE" w:rsidRDefault="00675843" w14:paraId="6F6054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C71B9" w:rsidR="0085747A" w:rsidTr="0071620A" w14:paraId="3F801264" w14:textId="77777777">
        <w:trPr>
          <w:trHeight w:val="397"/>
        </w:trPr>
        <w:tc>
          <w:tcPr>
            <w:tcW w:w="7513" w:type="dxa"/>
          </w:tcPr>
          <w:p w:rsidRPr="00EC71B9" w:rsidR="0039324C" w:rsidP="0039324C" w:rsidRDefault="0085747A" w14:paraId="5DA581B3" w14:textId="77777777">
            <w:pPr>
              <w:spacing w:after="23"/>
              <w:ind w:left="34"/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Pr="00EC71B9" w:rsidR="0039324C">
              <w:rPr>
                <w:rFonts w:ascii="Corbel" w:hAnsi="Corbel" w:eastAsia="Times New Roman" w:cstheme="majorBidi"/>
                <w:sz w:val="24"/>
                <w:szCs w:val="24"/>
              </w:rPr>
              <w:t xml:space="preserve"> </w:t>
            </w:r>
          </w:p>
          <w:p w:rsidRPr="00EC71B9" w:rsidR="0039324C" w:rsidP="0039324C" w:rsidRDefault="0039324C" w14:paraId="316D85F9" w14:textId="7068416F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:rsidRPr="00EC71B9" w:rsidR="0039324C" w:rsidP="0039324C" w:rsidRDefault="0039324C" w14:paraId="51B9620B" w14:textId="77777777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Hałyst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B., Terroryzm, t. 1.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LexisNexis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2010. </w:t>
            </w:r>
          </w:p>
          <w:p w:rsidRPr="00EC71B9" w:rsidR="0085747A" w:rsidP="009C54AE" w:rsidRDefault="0085747A" w14:paraId="4FF32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71B9" w:rsidR="0085747A" w:rsidTr="0071620A" w14:paraId="4121573E" w14:textId="77777777">
        <w:trPr>
          <w:trHeight w:val="397"/>
        </w:trPr>
        <w:tc>
          <w:tcPr>
            <w:tcW w:w="7513" w:type="dxa"/>
          </w:tcPr>
          <w:p w:rsidRPr="00EC71B9" w:rsidR="0085747A" w:rsidP="009C54AE" w:rsidRDefault="0085747A" w14:paraId="2F4E6F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EC71B9" w:rsidR="0039324C" w:rsidP="0039324C" w:rsidRDefault="0039324C" w14:paraId="6F220864" w14:textId="77777777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:rsidRPr="00EC71B9" w:rsidR="0039324C" w:rsidP="0039324C" w:rsidRDefault="0039324C" w14:paraId="07A8D6E6" w14:textId="77777777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Aleksandrowicz T., Terroryzm międzynarodowy, Warszawa 2010. </w:t>
            </w:r>
            <w:proofErr w:type="spellStart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>Jałoczyński</w:t>
            </w:r>
            <w:proofErr w:type="spellEnd"/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:rsidRPr="00EC71B9" w:rsidR="0039324C" w:rsidP="0039324C" w:rsidRDefault="0039324C" w14:paraId="7348DEB0" w14:textId="77777777">
            <w:pPr>
              <w:rPr>
                <w:rFonts w:ascii="Corbel" w:hAnsi="Corbel" w:eastAsia="Times New Roman" w:cstheme="majorBidi"/>
                <w:sz w:val="24"/>
                <w:szCs w:val="24"/>
              </w:rPr>
            </w:pPr>
            <w:r w:rsidRPr="00EC71B9">
              <w:rPr>
                <w:rFonts w:ascii="Corbel" w:hAnsi="Corbel" w:eastAsia="Times New Roman" w:cstheme="majorBidi"/>
                <w:sz w:val="24"/>
                <w:szCs w:val="24"/>
              </w:rPr>
              <w:t xml:space="preserve">Terroryzm w medialnym obrazie świata, Warszawa 2010.  </w:t>
            </w:r>
          </w:p>
          <w:p w:rsidRPr="00EC71B9" w:rsidR="0039324C" w:rsidP="0039324C" w:rsidRDefault="0039324C" w14:paraId="4D93FB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 w:eastAsia="Times New Roman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hAnsi="Corbel" w:eastAsia="Times New Roman" w:cstheme="majorBidi"/>
                <w:szCs w:val="24"/>
              </w:rPr>
              <w:t xml:space="preserve">  </w:t>
            </w:r>
          </w:p>
        </w:tc>
      </w:tr>
    </w:tbl>
    <w:p w:rsidRPr="00EC71B9" w:rsidR="0085747A" w:rsidP="009C54AE" w:rsidRDefault="0085747A" w14:paraId="371CCC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9C54AE" w:rsidRDefault="0085747A" w14:paraId="66E8AD4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71B9" w:rsidR="0085747A" w:rsidP="00F83B28" w:rsidRDefault="00EC71B9" w14:paraId="074D8053" w14:textId="5AA6BDF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Pr="00EC71B9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C71B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66B" w:rsidP="00C16ABF" w:rsidRDefault="003E466B" w14:paraId="535ADD17" w14:textId="77777777">
      <w:pPr>
        <w:spacing w:after="0" w:line="240" w:lineRule="auto"/>
      </w:pPr>
      <w:r>
        <w:separator/>
      </w:r>
    </w:p>
  </w:endnote>
  <w:endnote w:type="continuationSeparator" w:id="0">
    <w:p w:rsidR="003E466B" w:rsidP="00C16ABF" w:rsidRDefault="003E466B" w14:paraId="484C53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66B" w:rsidP="00C16ABF" w:rsidRDefault="003E466B" w14:paraId="3FCA0B80" w14:textId="77777777">
      <w:pPr>
        <w:spacing w:after="0" w:line="240" w:lineRule="auto"/>
      </w:pPr>
      <w:r>
        <w:separator/>
      </w:r>
    </w:p>
  </w:footnote>
  <w:footnote w:type="continuationSeparator" w:id="0">
    <w:p w:rsidR="003E466B" w:rsidP="00C16ABF" w:rsidRDefault="003E466B" w14:paraId="28670C0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38D62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D6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8A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38A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7A7B"/>
    <w:rsid w:val="00F5043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styleId="TableGrid" w:customStyle="1">
    <w:name w:val="Table Grid0"/>
    <w:rsid w:val="0039324C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2Znak" w:customStyle="1">
    <w:name w:val="Nagłówek 2 Znak"/>
    <w:basedOn w:val="Domylnaczcionkaakapitu"/>
    <w:link w:val="Nagwek2"/>
    <w:uiPriority w:val="9"/>
    <w:rsid w:val="00401114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10BD1-E9C4-4B6B-AFFA-D06E00D860C2}"/>
</file>

<file path=customXml/itemProps3.xml><?xml version="1.0" encoding="utf-8"?>
<ds:datastoreItem xmlns:ds="http://schemas.openxmlformats.org/officeDocument/2006/customXml" ds:itemID="{B6E057D9-BD86-4AF1-BF90-F5BCA843A3C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23cdcff9-4da5-4ae5-9ed2-4324298199aa"/>
  </ds:schemaRefs>
</ds:datastoreItem>
</file>

<file path=customXml/itemProps4.xml><?xml version="1.0" encoding="utf-8"?>
<ds:datastoreItem xmlns:ds="http://schemas.openxmlformats.org/officeDocument/2006/customXml" ds:itemID="{B6729539-90B0-42A7-9017-EAE4EFAC00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13</cp:revision>
  <cp:lastPrinted>2021-02-03T12:34:00Z</cp:lastPrinted>
  <dcterms:created xsi:type="dcterms:W3CDTF">2020-11-18T10:42:00Z</dcterms:created>
  <dcterms:modified xsi:type="dcterms:W3CDTF">2021-12-03T17:26:31Z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